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5C5AC9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E97E3A">
        <w:rPr>
          <w:rFonts w:ascii="Arial Narrow" w:hAnsi="Arial Narrow"/>
          <w:noProof/>
          <w:sz w:val="22"/>
          <w:lang w:val="de-DE"/>
        </w:rPr>
        <w:t>04.11.2015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941F10" w:rsidRDefault="00F120F9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2 </w:t>
      </w:r>
      <w:r w:rsidR="00AD7192">
        <w:rPr>
          <w:rFonts w:ascii="Arial Narrow" w:hAnsi="Arial Narrow"/>
          <w:sz w:val="22"/>
          <w:lang w:val="de-DE"/>
        </w:rPr>
        <w:t>Kühlschränke</w:t>
      </w:r>
    </w:p>
    <w:p w:rsidR="001F04D5" w:rsidRDefault="001F04D5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Garderobenstangen in den ASTA-Keller!!!</w:t>
      </w:r>
    </w:p>
    <w:p w:rsidR="005A5C7C" w:rsidRDefault="005A5C7C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Bib</w:t>
      </w:r>
      <w:proofErr w:type="spellEnd"/>
    </w:p>
    <w:p w:rsidR="000D2518" w:rsidRDefault="000D2518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Küchenangebote</w:t>
      </w:r>
    </w:p>
    <w:p w:rsidR="000D2518" w:rsidRDefault="000D2518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Vermüllung</w:t>
      </w:r>
      <w:proofErr w:type="spellEnd"/>
      <w:r>
        <w:rPr>
          <w:rFonts w:ascii="Arial Narrow" w:hAnsi="Arial Narrow"/>
          <w:sz w:val="22"/>
          <w:lang w:val="de-DE"/>
        </w:rPr>
        <w:t xml:space="preserve"> des AStA</w:t>
      </w:r>
    </w:p>
    <w:p w:rsidR="00AE6F61" w:rsidRDefault="00AE6F61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Information über </w:t>
      </w:r>
      <w:proofErr w:type="spellStart"/>
      <w:r>
        <w:rPr>
          <w:rFonts w:ascii="Arial Narrow" w:hAnsi="Arial Narrow"/>
          <w:sz w:val="22"/>
          <w:lang w:val="de-DE"/>
        </w:rPr>
        <w:t>Rimporep</w:t>
      </w:r>
      <w:proofErr w:type="spellEnd"/>
      <w:r>
        <w:rPr>
          <w:rFonts w:ascii="Arial Narrow" w:hAnsi="Arial Narrow"/>
          <w:sz w:val="22"/>
          <w:lang w:val="de-DE"/>
        </w:rPr>
        <w:t xml:space="preserve"> Sitzung</w:t>
      </w:r>
    </w:p>
    <w:p w:rsidR="00AE6F61" w:rsidRDefault="00B50673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Boombox</w:t>
      </w:r>
      <w:proofErr w:type="spellEnd"/>
      <w:r>
        <w:rPr>
          <w:rFonts w:ascii="Arial Narrow" w:hAnsi="Arial Narrow"/>
          <w:sz w:val="22"/>
          <w:lang w:val="de-DE"/>
        </w:rPr>
        <w:t xml:space="preserve"> in den Referatsraum</w:t>
      </w:r>
    </w:p>
    <w:p w:rsidR="005C5AC9" w:rsidRDefault="005C5AC9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Artikel für WING Zeitung (Abgabe bei Alexander </w:t>
      </w:r>
      <w:proofErr w:type="spellStart"/>
      <w:r>
        <w:rPr>
          <w:rFonts w:ascii="Arial Narrow" w:hAnsi="Arial Narrow"/>
          <w:sz w:val="22"/>
          <w:lang w:val="de-DE"/>
        </w:rPr>
        <w:t>Hengels</w:t>
      </w:r>
      <w:proofErr w:type="spellEnd"/>
      <w:r>
        <w:rPr>
          <w:rFonts w:ascii="Arial Narrow" w:hAnsi="Arial Narrow"/>
          <w:sz w:val="22"/>
          <w:lang w:val="de-DE"/>
        </w:rPr>
        <w:t xml:space="preserve"> am 15.Dezember)</w:t>
      </w:r>
    </w:p>
    <w:p w:rsidR="000A5E0C" w:rsidRDefault="000A5E0C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 für HSB „Engpass“</w:t>
      </w:r>
    </w:p>
    <w:p w:rsidR="00E56E02" w:rsidRDefault="00E56E02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ISC</w:t>
      </w:r>
    </w:p>
    <w:p w:rsidR="00AE6F61" w:rsidRPr="00AD7192" w:rsidRDefault="00AE6F61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  <w:r>
        <w:rPr>
          <w:rFonts w:ascii="Arial Narrow" w:hAnsi="Arial Narrow"/>
          <w:sz w:val="22"/>
          <w:lang w:val="de-DE"/>
        </w:rPr>
        <w:t>Sonstiges</w:t>
      </w:r>
    </w:p>
    <w:sectPr w:rsidR="00AE6F61" w:rsidRPr="00AD719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97E3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A5E0C"/>
    <w:rsid w:val="000B2E2D"/>
    <w:rsid w:val="000C1EB8"/>
    <w:rsid w:val="000C2A6E"/>
    <w:rsid w:val="000D2518"/>
    <w:rsid w:val="000D74D9"/>
    <w:rsid w:val="000E45C1"/>
    <w:rsid w:val="00103636"/>
    <w:rsid w:val="0011608E"/>
    <w:rsid w:val="00132174"/>
    <w:rsid w:val="001364FA"/>
    <w:rsid w:val="0014473D"/>
    <w:rsid w:val="00144E86"/>
    <w:rsid w:val="001A44B0"/>
    <w:rsid w:val="001C25E2"/>
    <w:rsid w:val="001C7E80"/>
    <w:rsid w:val="001D3317"/>
    <w:rsid w:val="001D47FD"/>
    <w:rsid w:val="001F0103"/>
    <w:rsid w:val="001F04D5"/>
    <w:rsid w:val="001F5D4C"/>
    <w:rsid w:val="00203683"/>
    <w:rsid w:val="00211E26"/>
    <w:rsid w:val="00243EFC"/>
    <w:rsid w:val="00273332"/>
    <w:rsid w:val="00274830"/>
    <w:rsid w:val="002A108C"/>
    <w:rsid w:val="002A571F"/>
    <w:rsid w:val="002B1A01"/>
    <w:rsid w:val="002D090B"/>
    <w:rsid w:val="002E7327"/>
    <w:rsid w:val="00304150"/>
    <w:rsid w:val="00310FD9"/>
    <w:rsid w:val="00312F4D"/>
    <w:rsid w:val="003339C0"/>
    <w:rsid w:val="0034237A"/>
    <w:rsid w:val="00357655"/>
    <w:rsid w:val="0036697F"/>
    <w:rsid w:val="003733CC"/>
    <w:rsid w:val="003775B0"/>
    <w:rsid w:val="00385286"/>
    <w:rsid w:val="00396AA7"/>
    <w:rsid w:val="003B6176"/>
    <w:rsid w:val="003B669B"/>
    <w:rsid w:val="004108F1"/>
    <w:rsid w:val="00425EF5"/>
    <w:rsid w:val="004359A0"/>
    <w:rsid w:val="004419A4"/>
    <w:rsid w:val="00441B0C"/>
    <w:rsid w:val="00487AF4"/>
    <w:rsid w:val="004D1F62"/>
    <w:rsid w:val="004D70BF"/>
    <w:rsid w:val="004F5365"/>
    <w:rsid w:val="00501683"/>
    <w:rsid w:val="00501BD9"/>
    <w:rsid w:val="00543129"/>
    <w:rsid w:val="00577F83"/>
    <w:rsid w:val="005A5C7C"/>
    <w:rsid w:val="005B1C22"/>
    <w:rsid w:val="005C5AC9"/>
    <w:rsid w:val="005F45A2"/>
    <w:rsid w:val="00602994"/>
    <w:rsid w:val="00606F9B"/>
    <w:rsid w:val="006204D1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F55D7"/>
    <w:rsid w:val="00713690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628C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41F10"/>
    <w:rsid w:val="00965A65"/>
    <w:rsid w:val="009757B0"/>
    <w:rsid w:val="009857BD"/>
    <w:rsid w:val="009906B7"/>
    <w:rsid w:val="00990ACB"/>
    <w:rsid w:val="009B7B2F"/>
    <w:rsid w:val="009D3E73"/>
    <w:rsid w:val="009E6CE4"/>
    <w:rsid w:val="00A05515"/>
    <w:rsid w:val="00A448D9"/>
    <w:rsid w:val="00A44D35"/>
    <w:rsid w:val="00A87E62"/>
    <w:rsid w:val="00A9135B"/>
    <w:rsid w:val="00A94BC2"/>
    <w:rsid w:val="00AD7192"/>
    <w:rsid w:val="00AE6F61"/>
    <w:rsid w:val="00AE757F"/>
    <w:rsid w:val="00AF264D"/>
    <w:rsid w:val="00AF5737"/>
    <w:rsid w:val="00B25462"/>
    <w:rsid w:val="00B262CA"/>
    <w:rsid w:val="00B31937"/>
    <w:rsid w:val="00B36DED"/>
    <w:rsid w:val="00B50673"/>
    <w:rsid w:val="00B51224"/>
    <w:rsid w:val="00B605F1"/>
    <w:rsid w:val="00B667CF"/>
    <w:rsid w:val="00B83D82"/>
    <w:rsid w:val="00BA10A5"/>
    <w:rsid w:val="00BC622C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CF385F"/>
    <w:rsid w:val="00D24AA6"/>
    <w:rsid w:val="00D523B8"/>
    <w:rsid w:val="00D55BFE"/>
    <w:rsid w:val="00D6080D"/>
    <w:rsid w:val="00D62D7D"/>
    <w:rsid w:val="00D803B9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6A27"/>
    <w:rsid w:val="00E81768"/>
    <w:rsid w:val="00E90352"/>
    <w:rsid w:val="00E92CDA"/>
    <w:rsid w:val="00E97E3A"/>
    <w:rsid w:val="00E97E93"/>
    <w:rsid w:val="00EA30A5"/>
    <w:rsid w:val="00EB31F2"/>
    <w:rsid w:val="00F120F9"/>
    <w:rsid w:val="00F15EEB"/>
    <w:rsid w:val="00F60291"/>
    <w:rsid w:val="00F834DE"/>
    <w:rsid w:val="00F901A2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67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Jannis Breumann</cp:lastModifiedBy>
  <cp:revision>12</cp:revision>
  <cp:lastPrinted>2013-05-13T11:09:00Z</cp:lastPrinted>
  <dcterms:created xsi:type="dcterms:W3CDTF">2015-10-26T08:23:00Z</dcterms:created>
  <dcterms:modified xsi:type="dcterms:W3CDTF">2015-11-04T10:50:00Z</dcterms:modified>
</cp:coreProperties>
</file>